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86D" w:rsidRPr="00DE6FB2" w:rsidRDefault="0051286D">
      <w:pPr>
        <w:rPr>
          <w:b/>
        </w:rPr>
      </w:pPr>
      <w:r w:rsidRPr="00DE6FB2">
        <w:rPr>
          <w:b/>
        </w:rPr>
        <w:t>Enter data from a questionnaire, Example 1: Single response</w:t>
      </w:r>
    </w:p>
    <w:p w:rsidR="0051286D" w:rsidRDefault="0051286D">
      <w:r>
        <w:t xml:space="preserve">We’re going to have a look at entering data from a single response question from a questionnaire. So let’s have a look at an example. The question is Which of these best describes you? And the participant is </w:t>
      </w:r>
      <w:r w:rsidR="00861719">
        <w:t>instructed</w:t>
      </w:r>
      <w:r>
        <w:t xml:space="preserve"> to tick one,</w:t>
      </w:r>
      <w:r w:rsidR="00861719">
        <w:t xml:space="preserve"> </w:t>
      </w:r>
      <w:r>
        <w:t xml:space="preserve">so that makes it single response. They’re either a staff, student or visitor. Now when you have a single response, it means that each of those questions is a variable by itself. So I </w:t>
      </w:r>
      <w:r w:rsidR="00861719">
        <w:t xml:space="preserve">would </w:t>
      </w:r>
      <w:r>
        <w:t xml:space="preserve">label this question one on my questionnaire if it was the first question and I would make it a </w:t>
      </w:r>
      <w:r w:rsidR="00861719">
        <w:t>variable</w:t>
      </w:r>
      <w:r>
        <w:t xml:space="preserve"> in SPSS. I would also need to code my responses because they are words and SPSS is for quantative data. So I can number it 1</w:t>
      </w:r>
      <w:r w:rsidR="00861719">
        <w:t>, 2, 3</w:t>
      </w:r>
      <w:r>
        <w:t>. It doesn’t really matter what order because the data isn’t ranked in any</w:t>
      </w:r>
      <w:r w:rsidR="00861719">
        <w:t xml:space="preserve"> </w:t>
      </w:r>
      <w:r>
        <w:t xml:space="preserve">way. So </w:t>
      </w:r>
      <w:r w:rsidR="00861719">
        <w:t>let’s</w:t>
      </w:r>
      <w:r>
        <w:t xml:space="preserve"> have a look at how we can enter this data. I always have a participant id column, and this is </w:t>
      </w:r>
      <w:r w:rsidR="00861719">
        <w:t>just an example of say five</w:t>
      </w:r>
      <w:r>
        <w:t xml:space="preserve"> participants. I’ve named my variables </w:t>
      </w:r>
      <w:r w:rsidR="00861719">
        <w:t xml:space="preserve">‘Role’ </w:t>
      </w:r>
      <w:r>
        <w:t xml:space="preserve">because it is their role or position at the </w:t>
      </w:r>
      <w:r w:rsidR="00861719">
        <w:t>University</w:t>
      </w:r>
      <w:r>
        <w:t xml:space="preserve">, and I’ve entered the </w:t>
      </w:r>
      <w:r w:rsidR="00861719">
        <w:t>participants’</w:t>
      </w:r>
      <w:r>
        <w:t xml:space="preserve"> responses. Now I want to co</w:t>
      </w:r>
      <w:r w:rsidR="00861719">
        <w:t xml:space="preserve">de them with 1s, 2s and 3s, </w:t>
      </w:r>
      <w:r>
        <w:t xml:space="preserve"> so I’ve got my code and when I go to enter my data in SPSS, I would only enter my codes. </w:t>
      </w:r>
    </w:p>
    <w:p w:rsidR="0051286D" w:rsidRDefault="0051286D">
      <w:r>
        <w:t xml:space="preserve">So </w:t>
      </w:r>
      <w:r w:rsidR="00861719">
        <w:t>let’s</w:t>
      </w:r>
      <w:r>
        <w:t xml:space="preserve"> have a look at how we can do this in SPSS. I want to go to my variable </w:t>
      </w:r>
      <w:r w:rsidR="00861719">
        <w:t xml:space="preserve">view </w:t>
      </w:r>
      <w:r>
        <w:t>tab</w:t>
      </w:r>
      <w:r w:rsidR="00861719">
        <w:t xml:space="preserve"> first, </w:t>
      </w:r>
      <w:r>
        <w:t xml:space="preserve"> type in the name of my variable. I’m going to call it ‘Role’. Remember you </w:t>
      </w:r>
      <w:r w:rsidR="00861719">
        <w:t>cannot</w:t>
      </w:r>
      <w:r>
        <w:t xml:space="preserve"> have any spaces, special characters and it has to start with a letter. I’m going to leave numeric and the width and go straight to decimal places. As you saw </w:t>
      </w:r>
      <w:r w:rsidR="00861719">
        <w:t>from the data</w:t>
      </w:r>
      <w:r>
        <w:t xml:space="preserve"> there are no decimal places, so I’m going to change that to </w:t>
      </w:r>
      <w:r w:rsidR="00DE5D27">
        <w:t xml:space="preserve">zero. And </w:t>
      </w:r>
      <w:r w:rsidR="002937FD">
        <w:t>put participant….</w:t>
      </w:r>
      <w:r w:rsidR="00861719">
        <w:t>participant</w:t>
      </w:r>
      <w:r w:rsidR="002937FD">
        <w:t xml:space="preserve"> role university. Now this variable is categorical </w:t>
      </w:r>
      <w:r w:rsidR="00DE5D27">
        <w:t>and I</w:t>
      </w:r>
      <w:r w:rsidR="002937FD">
        <w:t xml:space="preserve"> have coded it which means I need to put in</w:t>
      </w:r>
      <w:r w:rsidR="00DE5D27">
        <w:t xml:space="preserve"> value </w:t>
      </w:r>
      <w:r w:rsidR="002937FD">
        <w:t>labels. My first value</w:t>
      </w:r>
      <w:r w:rsidR="00DE5D27">
        <w:t>,</w:t>
      </w:r>
      <w:r w:rsidR="002937FD">
        <w:t xml:space="preserve"> I’ve coded is St</w:t>
      </w:r>
      <w:r w:rsidR="00DE5D27">
        <w:t>aff, 2 is the code for Student, and 3 is the code for V</w:t>
      </w:r>
      <w:r w:rsidR="002937FD">
        <w:t xml:space="preserve">isitor. Then click ‘okay’. Make sure to click ‘add’ after each one. I’m not going to </w:t>
      </w:r>
      <w:r w:rsidR="00861719">
        <w:t>code</w:t>
      </w:r>
      <w:r w:rsidR="002937FD">
        <w:t xml:space="preserve"> my missing data. If I have anything missing I’m going to leave it blank for now. </w:t>
      </w:r>
      <w:r w:rsidR="00DE5D27">
        <w:t>The c</w:t>
      </w:r>
      <w:r w:rsidR="00861719">
        <w:t>olumn</w:t>
      </w:r>
      <w:r w:rsidR="002937FD">
        <w:t xml:space="preserve"> width I’m going to leav</w:t>
      </w:r>
      <w:r w:rsidR="00DE5D27">
        <w:t xml:space="preserve">e, and the alignment. Now the measure </w:t>
      </w:r>
      <w:r w:rsidR="002937FD">
        <w:t>is at scale, ordinal or nominal. Now, this is categorical data</w:t>
      </w:r>
      <w:r w:rsidR="00ED4D59">
        <w:t xml:space="preserve"> so that means it’s</w:t>
      </w:r>
      <w:r w:rsidR="002937FD">
        <w:t xml:space="preserve"> either </w:t>
      </w:r>
      <w:r w:rsidR="00ED4D59">
        <w:t>ordinal or nominal</w:t>
      </w:r>
      <w:r w:rsidR="002937FD">
        <w:t xml:space="preserve"> and since categories cannot be ranked in any meaningful way it should be nominal</w:t>
      </w:r>
      <w:r w:rsidR="00ED4D59">
        <w:t>. Let’s go to our data view and enter the data that we had.  So</w:t>
      </w:r>
      <w:r w:rsidR="002937FD">
        <w:t xml:space="preserve">, our </w:t>
      </w:r>
      <w:r w:rsidR="00ED4D59">
        <w:t>first participant</w:t>
      </w:r>
      <w:r w:rsidR="002937FD">
        <w:t xml:space="preserve"> put a 1, 2,</w:t>
      </w:r>
      <w:r w:rsidR="00ED4D59">
        <w:t xml:space="preserve"> 2,</w:t>
      </w:r>
      <w:r w:rsidR="002937FD">
        <w:t xml:space="preserve"> 3, 1. Now remember, you can use your value labels button here to toggle between</w:t>
      </w:r>
      <w:r w:rsidR="00ED4D59">
        <w:t xml:space="preserve"> seeing</w:t>
      </w:r>
      <w:r w:rsidR="002937FD">
        <w:t xml:space="preserve"> your value labels and your actual codes. So that’s how we would code, enter and define a single response question from a questionnaire. That’s a question where a participant could only choose one option. </w:t>
      </w:r>
      <w:r w:rsidR="00AF5D80">
        <w:t xml:space="preserve">Remember to code your data first before you enter SPSS. </w:t>
      </w:r>
    </w:p>
    <w:p w:rsidR="00DE6FB2" w:rsidRPr="0051286D" w:rsidRDefault="00DE6FB2">
      <w:r>
        <w:t>END.</w:t>
      </w:r>
      <w:bookmarkStart w:id="0" w:name="_GoBack"/>
      <w:bookmarkEnd w:id="0"/>
    </w:p>
    <w:sectPr w:rsidR="00DE6FB2" w:rsidRPr="005128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86D"/>
    <w:rsid w:val="002937FD"/>
    <w:rsid w:val="00454E3D"/>
    <w:rsid w:val="00510EAB"/>
    <w:rsid w:val="0051286D"/>
    <w:rsid w:val="00861719"/>
    <w:rsid w:val="00AF5D80"/>
    <w:rsid w:val="00DE5D27"/>
    <w:rsid w:val="00DE6FB2"/>
    <w:rsid w:val="00ED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C129AE1.dotm</Template>
  <TotalTime>30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BuildUser</cp:lastModifiedBy>
  <cp:revision>6</cp:revision>
  <dcterms:created xsi:type="dcterms:W3CDTF">2015-06-21T10:56:00Z</dcterms:created>
  <dcterms:modified xsi:type="dcterms:W3CDTF">2015-07-09T11:13:00Z</dcterms:modified>
</cp:coreProperties>
</file>